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EA4114-4728-44D6-AE6D-2509CA2440E3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